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B4BB0" w14:textId="77954195" w:rsidR="00F66592" w:rsidRPr="0022440F" w:rsidRDefault="00F66592" w:rsidP="00F66592">
      <w:pPr>
        <w:keepNext/>
        <w:outlineLvl w:val="1"/>
        <w:rPr>
          <w:rFonts w:eastAsia="Calibri" w:cs="Arial"/>
          <w:b/>
          <w:bCs/>
          <w:iCs/>
          <w:sz w:val="36"/>
          <w:szCs w:val="36"/>
          <w:lang w:eastAsia="en-US"/>
        </w:rPr>
      </w:pPr>
      <w:r>
        <w:rPr>
          <w:rFonts w:eastAsia="Calibri" w:cs="Arial"/>
          <w:b/>
          <w:bCs/>
          <w:iCs/>
          <w:sz w:val="36"/>
          <w:szCs w:val="36"/>
          <w:lang w:eastAsia="en-US"/>
        </w:rPr>
        <w:t>Modul</w:t>
      </w:r>
      <w:r w:rsidR="0033612F">
        <w:rPr>
          <w:rFonts w:eastAsia="Calibri" w:cs="Arial"/>
          <w:b/>
          <w:bCs/>
          <w:iCs/>
          <w:sz w:val="36"/>
          <w:szCs w:val="36"/>
          <w:lang w:eastAsia="en-US"/>
        </w:rPr>
        <w:t>system KFV ONE</w:t>
      </w:r>
      <w:r w:rsidRPr="0022440F">
        <w:rPr>
          <w:rFonts w:eastAsia="Calibri" w:cs="Arial"/>
          <w:b/>
          <w:bCs/>
          <w:iCs/>
          <w:sz w:val="36"/>
          <w:szCs w:val="36"/>
          <w:lang w:eastAsia="en-US"/>
        </w:rPr>
        <w:t xml:space="preserve"> </w:t>
      </w:r>
    </w:p>
    <w:p w14:paraId="074365AD" w14:textId="6B57BF1D" w:rsidR="00A82224" w:rsidRDefault="0033612F" w:rsidP="00A82224">
      <w:pPr>
        <w:pStyle w:val="berschrift1"/>
      </w:pPr>
      <w:r>
        <w:t>KFV ONE Mehrfachverriegelungen: ein Modulsystem, das Maßstäbe setzt</w:t>
      </w:r>
    </w:p>
    <w:p w14:paraId="3FA04868" w14:textId="77777777" w:rsidR="005E1468" w:rsidRDefault="005E1468" w:rsidP="005E1468"/>
    <w:p w14:paraId="68A9EDAB" w14:textId="2E0E923D" w:rsidR="00CC1ED7" w:rsidRDefault="00CE3AF1" w:rsidP="00CC1ED7">
      <w:bookmarkStart w:id="0" w:name="_GoBack"/>
      <w:r w:rsidRPr="00021F0D">
        <w:t xml:space="preserve">Das Modulsystem </w:t>
      </w:r>
      <w:r w:rsidR="00C94E17" w:rsidRPr="00021F0D">
        <w:t>KFV ONE</w:t>
      </w:r>
      <w:r w:rsidR="00407625" w:rsidRPr="00021F0D">
        <w:t xml:space="preserve"> </w:t>
      </w:r>
      <w:r w:rsidR="00F73B86" w:rsidRPr="00021F0D">
        <w:t xml:space="preserve">sorgt für </w:t>
      </w:r>
      <w:r w:rsidR="0033612F">
        <w:t xml:space="preserve">einfache, schlanke Montageprozesse </w:t>
      </w:r>
      <w:r w:rsidR="00407625" w:rsidRPr="00021F0D">
        <w:t>und</w:t>
      </w:r>
      <w:r w:rsidR="00744683" w:rsidRPr="00021F0D">
        <w:t xml:space="preserve"> erlaubt Verarbeitern </w:t>
      </w:r>
      <w:r w:rsidR="00CC1ED7" w:rsidRPr="00021F0D">
        <w:t>zudem, auch unter Raumkomfortaspekten mit starken Argumenten für den Endanwender zu punkten – von Design und Sicherheit über eine komfortable Bedienung bis zu Energieeffizienz und Nachrüstung.</w:t>
      </w:r>
    </w:p>
    <w:p w14:paraId="2FF0750E" w14:textId="34CE47EC" w:rsidR="00407625" w:rsidRDefault="00F73B86" w:rsidP="00CC1ED7">
      <w:pPr>
        <w:pStyle w:val="berschrift4"/>
      </w:pPr>
      <w:r>
        <w:t>Beispielhafte Effizienz</w:t>
      </w:r>
    </w:p>
    <w:p w14:paraId="36C76218" w14:textId="69C946B4" w:rsidR="00F73B86" w:rsidRDefault="00F73B86" w:rsidP="00F73B86">
      <w:r>
        <w:t xml:space="preserve">Die Konstruktion </w:t>
      </w:r>
      <w:r w:rsidR="00CE3AF1">
        <w:t>von</w:t>
      </w:r>
      <w:r>
        <w:t xml:space="preserve"> KFV ONE ist bis ins Detail durchdacht</w:t>
      </w:r>
      <w:r w:rsidR="003741D7">
        <w:t xml:space="preserve"> und </w:t>
      </w:r>
      <w:r>
        <w:t xml:space="preserve">schafft die Voraussetzungen für ein Maximum an Flexibilität </w:t>
      </w:r>
      <w:r w:rsidR="003741D7">
        <w:t xml:space="preserve">sowie </w:t>
      </w:r>
      <w:r>
        <w:t xml:space="preserve">die radikale Vereinheitlichung von Montageprozessen – auch bei der Nachrüstung. </w:t>
      </w:r>
      <w:r w:rsidR="00A643B2">
        <w:t xml:space="preserve">Hierzu trägt u. a. die </w:t>
      </w:r>
      <w:r>
        <w:t>standardisierte Fallenanbindung</w:t>
      </w:r>
      <w:r w:rsidR="00A643B2">
        <w:t xml:space="preserve"> bei</w:t>
      </w:r>
      <w:r>
        <w:t xml:space="preserve">. Sie ermöglicht das einfache Drehen der </w:t>
      </w:r>
      <w:proofErr w:type="spellStart"/>
      <w:r>
        <w:t>eingeclipsten</w:t>
      </w:r>
      <w:proofErr w:type="spellEnd"/>
      <w:r>
        <w:t xml:space="preserve"> Falle oder den Austausch gegen einen anderen Fallenkopf. „Eine für alle“ lautet hier die Devise, was </w:t>
      </w:r>
      <w:r w:rsidR="00CE453C">
        <w:t>ebenso</w:t>
      </w:r>
      <w:r>
        <w:t xml:space="preserve"> für die Befestigungsmittel für Hauptschloss und Nebenschlosskästen gilt: Sie sind bei KFV ONE durchweg identisch. </w:t>
      </w:r>
    </w:p>
    <w:p w14:paraId="1A0B128E" w14:textId="77777777" w:rsidR="00F73B86" w:rsidRDefault="00F73B86" w:rsidP="00F73B86"/>
    <w:p w14:paraId="10791368" w14:textId="632E0102" w:rsidR="00F73B86" w:rsidRDefault="0055188C" w:rsidP="00FE7AD2">
      <w:r>
        <w:t xml:space="preserve">Durch die </w:t>
      </w:r>
      <w:r w:rsidR="00A643B2">
        <w:t>hohe</w:t>
      </w:r>
      <w:r>
        <w:t xml:space="preserve"> Modularität des neuen Systems für Mehrfachverriegelungen können KFV-Verarbeiter künftig ein vielfältiges Variantenspektrum konfigurieren, das sich durch die größtmögliche Reduzierung der erforderlichen Bauteile, eine schlanke Lagerhaltung und ein einfaches Bestellwesen auszeichnet. </w:t>
      </w:r>
      <w:r w:rsidR="00F73B86">
        <w:t>Von der konsequenten Vereinheitlichung des Modulsystems für Mehrfachverriegelungen profitieren Verarbeiter in mehrfacher Hinsicht. Aufbau und Handling der Bauteile sind denkbar unkompliziert und schaffen so die Voraussetzungen für eine fehlerfreie Fertigung</w:t>
      </w:r>
      <w:r w:rsidR="003741D7">
        <w:t xml:space="preserve"> und </w:t>
      </w:r>
      <w:r w:rsidR="00F73B86">
        <w:t xml:space="preserve">unveränderte Montageprozesse über alle Varianten hinweg. Einfache Prozesse entstehen zudem durch die einheitlichen Fräsungen und Anschraubpositionen in sämtlichen Varianten sowie durch die optimierte, für alle Anwendungsfälle identische </w:t>
      </w:r>
      <w:proofErr w:type="spellStart"/>
      <w:r w:rsidR="00F73B86">
        <w:t>Treibstangeneinhängung</w:t>
      </w:r>
      <w:proofErr w:type="spellEnd"/>
      <w:r w:rsidR="00F73B86">
        <w:t xml:space="preserve">. </w:t>
      </w:r>
      <w:r>
        <w:t xml:space="preserve">Das ermöglicht einen serienübergreifenden Einsatz. </w:t>
      </w:r>
      <w:r w:rsidR="00F73B86">
        <w:t xml:space="preserve">Stark verbessert wurde nicht zuletzt die Montage von Schweizer Rundzylindern, die </w:t>
      </w:r>
      <w:r w:rsidR="00CE453C">
        <w:t xml:space="preserve">jetzt </w:t>
      </w:r>
      <w:r w:rsidR="00F73B86">
        <w:t xml:space="preserve">ohne Absenken der Mehrfachverriegelung erfolgen kann. </w:t>
      </w:r>
    </w:p>
    <w:p w14:paraId="0FEA429E" w14:textId="77777777" w:rsidR="00B06EEB" w:rsidRDefault="00B06EEB" w:rsidP="00F73B86">
      <w:pPr>
        <w:pStyle w:val="berschrift4"/>
      </w:pPr>
      <w:r>
        <w:t xml:space="preserve">Gute </w:t>
      </w:r>
      <w:r w:rsidR="00F73B86">
        <w:t>Argumente für das</w:t>
      </w:r>
      <w:r>
        <w:t xml:space="preserve"> Verkaufsgespräch</w:t>
      </w:r>
    </w:p>
    <w:p w14:paraId="290A65F7" w14:textId="1E6931D1" w:rsidR="0055188C" w:rsidRDefault="00B06EEB" w:rsidP="0055188C">
      <w:r>
        <w:t xml:space="preserve">Überzeugen kann </w:t>
      </w:r>
      <w:r w:rsidR="00CE3AF1">
        <w:t>das neue Modulsystem</w:t>
      </w:r>
      <w:r>
        <w:t xml:space="preserve"> auch unter Raumkomfortaspekten</w:t>
      </w:r>
      <w:r w:rsidR="00CE453C">
        <w:t>, denn</w:t>
      </w:r>
      <w:r>
        <w:t xml:space="preserve"> </w:t>
      </w:r>
      <w:r w:rsidR="00407625">
        <w:t xml:space="preserve">KFV ONE punktet gleich in fünf Dimensionen des Raumkomforts, </w:t>
      </w:r>
      <w:r w:rsidR="00CE453C">
        <w:t>die</w:t>
      </w:r>
      <w:r w:rsidR="00407625">
        <w:t xml:space="preserve"> </w:t>
      </w:r>
      <w:r w:rsidR="0055188C">
        <w:t xml:space="preserve">im Vergleich zu dem bisherigen </w:t>
      </w:r>
      <w:r w:rsidR="00CE3AF1">
        <w:t>Sy</w:t>
      </w:r>
      <w:r w:rsidR="0055188C">
        <w:t xml:space="preserve">stem </w:t>
      </w:r>
      <w:r w:rsidR="00407625">
        <w:t>deutlich verbessert</w:t>
      </w:r>
      <w:r w:rsidR="0055188C">
        <w:t xml:space="preserve"> wurden</w:t>
      </w:r>
      <w:r w:rsidR="00407625">
        <w:t xml:space="preserve">: Design, Sicherheit, </w:t>
      </w:r>
      <w:r w:rsidR="00CE3AF1">
        <w:t>Komfortbedienung</w:t>
      </w:r>
      <w:r w:rsidR="00407625">
        <w:t xml:space="preserve">, Energieeffizienz und Nachrüstung. </w:t>
      </w:r>
      <w:r w:rsidR="0055188C">
        <w:t xml:space="preserve">Designvorteile bietet beispielsweise die Reduzierung der Schlosskastenstärke auf 15 mm. Sie </w:t>
      </w:r>
      <w:r w:rsidR="00CE453C">
        <w:t>erlaubt</w:t>
      </w:r>
      <w:r w:rsidR="0055188C">
        <w:t xml:space="preserve"> die passgenaue Abdeckung der </w:t>
      </w:r>
      <w:r w:rsidR="0055188C">
        <w:lastRenderedPageBreak/>
        <w:t xml:space="preserve">Beschlagaufnahmenut </w:t>
      </w:r>
      <w:r w:rsidR="00CE453C">
        <w:t>selbst</w:t>
      </w:r>
      <w:r w:rsidR="0055188C">
        <w:t xml:space="preserve"> mit einer 16-mm-Stulp. Für eine hochwertige Optik ist so stets gesorgt. Das Thema Sicherheit schreibt KFV dabei gewohnt groß, denn d</w:t>
      </w:r>
      <w:r w:rsidR="0055188C" w:rsidRPr="00492140">
        <w:t xml:space="preserve">ie überarbeitete Kontur des Schwenkhakens </w:t>
      </w:r>
      <w:r w:rsidR="0055188C">
        <w:t>bietet weniger Auflage für Einbruchwerkzeuge und gibt Endanwendern das beruhigende Gefühl einer erhöhten Einbruchhemmung.</w:t>
      </w:r>
    </w:p>
    <w:p w14:paraId="0EF681E9" w14:textId="77777777" w:rsidR="0055188C" w:rsidRDefault="0055188C" w:rsidP="0055188C"/>
    <w:p w14:paraId="6D55222F" w14:textId="29FEC30E" w:rsidR="0055188C" w:rsidRDefault="0055188C" w:rsidP="0055188C">
      <w:r>
        <w:t xml:space="preserve">Bei der Entwicklung des innovativen Modulsystems stand </w:t>
      </w:r>
      <w:r w:rsidR="00CE453C">
        <w:t>darüber hinaus</w:t>
      </w:r>
      <w:r>
        <w:t xml:space="preserve"> Bedienkomfort im Fokus. Davon zeugen u. a. die konstruktionsbedingt dauerhafte Leichtgängigkeit der Treibstangen sowie die dicht anliegenden Schloss- und </w:t>
      </w:r>
      <w:r w:rsidR="00CE3AF1">
        <w:t>Nebenschloss</w:t>
      </w:r>
      <w:r>
        <w:t>kästen an der Stulp. Sie verhindern das Eindringen von Frässpänen bei der Montage und schützen so insbesondere das Hauptschloss. Das erhöht die Funktionssicherheit und gewährleistet das einfache Ver- und Entriegeln der Tür. Bestes Beispiel ist die leichte Betätigung über den Schlüssel,</w:t>
      </w:r>
      <w:r w:rsidRPr="00124AF5">
        <w:t xml:space="preserve"> </w:t>
      </w:r>
      <w:r>
        <w:t>die der Einsatz eines neuen Getriebes mit sich bringt. Zudem sorgt die</w:t>
      </w:r>
      <w:r w:rsidR="00CE3AF1">
        <w:t xml:space="preserve"> standardmäßige</w:t>
      </w:r>
      <w:r>
        <w:t xml:space="preserve"> Softlockfalle für flüsterleises Schließen und das leichte Öffnen der Tür von außen. Die Summe seiner Vorteile verbindet das </w:t>
      </w:r>
      <w:r w:rsidR="00A643B2">
        <w:t>Moduls</w:t>
      </w:r>
      <w:r>
        <w:t xml:space="preserve">ystem mit dem Aspekt der Energieeffizienz: Der verbesserte Getriebeaufbau ermöglicht das leichte Heranziehen der Tür in die Dichtung. Dadurch wird ein hoher Anpressdruck erzeugt, der kalte Zugluft draußen hält. </w:t>
      </w:r>
    </w:p>
    <w:bookmarkEnd w:id="0"/>
    <w:p w14:paraId="760D4488" w14:textId="77777777" w:rsidR="0055188C" w:rsidRDefault="0055188C" w:rsidP="00407625"/>
    <w:p w14:paraId="760AFF21" w14:textId="77777777" w:rsidR="00B06EEB" w:rsidRDefault="00B06EEB" w:rsidP="005E1468"/>
    <w:tbl>
      <w:tblPr>
        <w:tblW w:w="137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6"/>
        <w:gridCol w:w="5986"/>
        <w:gridCol w:w="5010"/>
      </w:tblGrid>
      <w:tr w:rsidR="00D30489" w:rsidRPr="00D30489" w14:paraId="43A90E74" w14:textId="77777777" w:rsidTr="00A47A47">
        <w:trPr>
          <w:trHeight w:val="138"/>
        </w:trPr>
        <w:tc>
          <w:tcPr>
            <w:tcW w:w="2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EA7A38" w14:textId="77777777" w:rsidR="00D30489" w:rsidRPr="00D30489" w:rsidRDefault="00D30489" w:rsidP="00D30489">
            <w:pPr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5F791B" w14:textId="77777777" w:rsidR="00D30489" w:rsidRPr="00D30489" w:rsidRDefault="00D30489" w:rsidP="00D30489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  <w:tc>
          <w:tcPr>
            <w:tcW w:w="5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5D493" w14:textId="77777777" w:rsidR="00D30489" w:rsidRPr="00D30489" w:rsidRDefault="00D30489" w:rsidP="00D30489">
            <w:pPr>
              <w:spacing w:line="240" w:lineRule="auto"/>
              <w:rPr>
                <w:rFonts w:ascii="Times New Roman" w:hAnsi="Times New Roman"/>
                <w:szCs w:val="20"/>
              </w:rPr>
            </w:pPr>
          </w:p>
        </w:tc>
      </w:tr>
    </w:tbl>
    <w:p w14:paraId="79E6DF38" w14:textId="1C99A169" w:rsidR="005E1468" w:rsidRDefault="005E1468" w:rsidP="005A7C57">
      <w:pPr>
        <w:pStyle w:val="berschrift4"/>
      </w:pPr>
      <w:r>
        <w:t>Bildunterschrift</w:t>
      </w:r>
    </w:p>
    <w:p w14:paraId="290E6D78" w14:textId="77777777" w:rsidR="002A7F37" w:rsidRDefault="002A7F37" w:rsidP="002A7F37">
      <w:r>
        <w:t>Bildquelle: SIEGENIA</w:t>
      </w:r>
    </w:p>
    <w:p w14:paraId="298A4D77" w14:textId="77777777" w:rsidR="002A7F37" w:rsidRPr="002A7F37" w:rsidRDefault="002A7F37" w:rsidP="002A7F37"/>
    <w:p w14:paraId="39CAA2E6" w14:textId="3FB2F5D2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CC1ED7">
        <w:rPr>
          <w:bCs/>
          <w:i/>
        </w:rPr>
        <w:t>KFV_</w:t>
      </w:r>
      <w:r w:rsidR="009022D0">
        <w:rPr>
          <w:bCs/>
          <w:i/>
        </w:rPr>
        <w:t>Modulsystem</w:t>
      </w:r>
      <w:proofErr w:type="spellEnd"/>
      <w:r w:rsidR="009022D0">
        <w:rPr>
          <w:bCs/>
          <w:i/>
        </w:rPr>
        <w:t xml:space="preserve"> </w:t>
      </w:r>
      <w:r w:rsidR="00CC1ED7">
        <w:rPr>
          <w:bCs/>
          <w:i/>
        </w:rPr>
        <w:t>KFV ONE</w:t>
      </w:r>
      <w:r w:rsidRPr="00D129AE">
        <w:rPr>
          <w:bCs/>
          <w:i/>
        </w:rPr>
        <w:t xml:space="preserve">.jpg </w:t>
      </w:r>
    </w:p>
    <w:p w14:paraId="2DD83523" w14:textId="51112B70" w:rsidR="005E1468" w:rsidRDefault="009022D0" w:rsidP="005E1468">
      <w:r w:rsidRPr="00021F0D">
        <w:t xml:space="preserve">Das Modulsystem KFV ONE sorgt für </w:t>
      </w:r>
      <w:r w:rsidR="00A137A5">
        <w:t xml:space="preserve">einfach, schlanke </w:t>
      </w:r>
      <w:r w:rsidR="00A643B2">
        <w:t>Montagep</w:t>
      </w:r>
      <w:r w:rsidRPr="00021F0D">
        <w:t xml:space="preserve">rozesse und </w:t>
      </w:r>
      <w:r>
        <w:t xml:space="preserve">gibt </w:t>
      </w:r>
      <w:r w:rsidRPr="00021F0D">
        <w:t xml:space="preserve">Verarbeitern starke Argumente für </w:t>
      </w:r>
      <w:r>
        <w:t xml:space="preserve">das Verkaufsgespräch. </w:t>
      </w:r>
    </w:p>
    <w:p w14:paraId="26C0AFB9" w14:textId="77777777" w:rsidR="00A643B2" w:rsidRDefault="00A643B2" w:rsidP="005E1468"/>
    <w:p w14:paraId="3481B908" w14:textId="3A88C528" w:rsidR="00A643B2" w:rsidRDefault="00A643B2" w:rsidP="005E1468"/>
    <w:p w14:paraId="1B9DD6BC" w14:textId="77777777" w:rsidR="008A662B" w:rsidRPr="00D129AE" w:rsidRDefault="008A662B" w:rsidP="005E1468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359257DF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48C86D6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C18FEA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75ED188A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3D34CDD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C386EF5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1C05A172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1F0F5062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298B7B65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709A995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78BB9570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F60E17F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52B7B00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6BEA1101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0D9B403D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17FC14CB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3CB65ECD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B5FBB02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62962214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4A637C0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7B59C76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3D40414B" w14:textId="77777777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>
              <w:t>2</w:t>
            </w:r>
          </w:p>
          <w:p w14:paraId="6515BFB2" w14:textId="4801C62D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8A662B">
              <w:t>455</w:t>
            </w:r>
          </w:p>
          <w:p w14:paraId="0E680D9F" w14:textId="03E59B98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8A662B">
              <w:t>3 583</w:t>
            </w:r>
            <w:r w:rsidRPr="00C33A1F">
              <w:br/>
              <w:t>(mit Leerzeichen)</w:t>
            </w:r>
          </w:p>
          <w:p w14:paraId="48DF4D33" w14:textId="77777777" w:rsidR="008D7633" w:rsidRDefault="008D7633" w:rsidP="007A5EB4">
            <w:pPr>
              <w:pStyle w:val="Formatvorlage2"/>
            </w:pPr>
          </w:p>
          <w:p w14:paraId="39A17F76" w14:textId="4F1CAF95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33612F">
              <w:t>0</w:t>
            </w:r>
            <w:r w:rsidR="008A662B">
              <w:t>8</w:t>
            </w:r>
            <w:r>
              <w:t>.</w:t>
            </w:r>
            <w:r w:rsidR="0033612F">
              <w:t>1</w:t>
            </w:r>
            <w:r w:rsidR="00486878">
              <w:t>0</w:t>
            </w:r>
            <w:r>
              <w:t>.201</w:t>
            </w:r>
            <w:r w:rsidR="00C55524">
              <w:t>8</w:t>
            </w:r>
          </w:p>
          <w:p w14:paraId="03A394DB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5AC8704A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41D656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5688B8EC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86566" w14:textId="77777777" w:rsidR="002A18A2" w:rsidRDefault="002A18A2">
      <w:r>
        <w:separator/>
      </w:r>
    </w:p>
  </w:endnote>
  <w:endnote w:type="continuationSeparator" w:id="0">
    <w:p w14:paraId="053C675A" w14:textId="77777777" w:rsidR="002A18A2" w:rsidRDefault="002A1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B88C9C" w14:textId="77777777" w:rsidR="00D50335" w:rsidRDefault="00D50335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888CA2" w14:textId="77777777" w:rsidR="002A18A2" w:rsidRDefault="002A18A2">
      <w:r>
        <w:separator/>
      </w:r>
    </w:p>
  </w:footnote>
  <w:footnote w:type="continuationSeparator" w:id="0">
    <w:p w14:paraId="587489CB" w14:textId="77777777" w:rsidR="002A18A2" w:rsidRDefault="002A1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5AEA3" w14:textId="77777777" w:rsidR="00D50335" w:rsidRDefault="00D50335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3BA87CAB" wp14:editId="49C3862F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67364"/>
    <w:multiLevelType w:val="hybridMultilevel"/>
    <w:tmpl w:val="028045B4"/>
    <w:lvl w:ilvl="0" w:tplc="68A2ACC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96E636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6A29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46D5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E97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EE20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90780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7601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6A07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C5985"/>
    <w:multiLevelType w:val="hybridMultilevel"/>
    <w:tmpl w:val="FAD43AA8"/>
    <w:lvl w:ilvl="0" w:tplc="C6AC2BA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E4CB3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B2A9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7EB8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2858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FE3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426AD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8EDB5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9BEC5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A6C5A"/>
    <w:multiLevelType w:val="hybridMultilevel"/>
    <w:tmpl w:val="FBF8DB3A"/>
    <w:lvl w:ilvl="0" w:tplc="DD0484F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627D2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FEDB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66CF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8438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02642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806C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94F9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882D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A7D0E"/>
    <w:multiLevelType w:val="hybridMultilevel"/>
    <w:tmpl w:val="986AAE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133B36"/>
    <w:multiLevelType w:val="hybridMultilevel"/>
    <w:tmpl w:val="9D4E3EFA"/>
    <w:lvl w:ilvl="0" w:tplc="63C025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E0317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58EAA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ECC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A28C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0E0FC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2E6B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1D43B7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A472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ED67C7"/>
    <w:multiLevelType w:val="hybridMultilevel"/>
    <w:tmpl w:val="10F625E8"/>
    <w:lvl w:ilvl="0" w:tplc="8C3693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8E16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F04A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0A934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F298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39011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602AD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B03FA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3D6F5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CC1F09"/>
    <w:multiLevelType w:val="hybridMultilevel"/>
    <w:tmpl w:val="CD4A2810"/>
    <w:lvl w:ilvl="0" w:tplc="350A40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38FE3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8543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8EBE1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7BC23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40428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9CAF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642E4E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F437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2324A5"/>
    <w:multiLevelType w:val="hybridMultilevel"/>
    <w:tmpl w:val="6A20DCA2"/>
    <w:lvl w:ilvl="0" w:tplc="5B149D9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7"/>
  </w:num>
  <w:num w:numId="5">
    <w:abstractNumId w:val="0"/>
  </w:num>
  <w:num w:numId="6">
    <w:abstractNumId w:val="10"/>
  </w:num>
  <w:num w:numId="7">
    <w:abstractNumId w:val="6"/>
  </w:num>
  <w:num w:numId="8">
    <w:abstractNumId w:val="9"/>
  </w:num>
  <w:num w:numId="9">
    <w:abstractNumId w:val="2"/>
  </w:num>
  <w:num w:numId="10">
    <w:abstractNumId w:val="5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842"/>
    <w:rsid w:val="000024D9"/>
    <w:rsid w:val="00003256"/>
    <w:rsid w:val="0001449A"/>
    <w:rsid w:val="0001520C"/>
    <w:rsid w:val="00021F0D"/>
    <w:rsid w:val="00026907"/>
    <w:rsid w:val="000361AD"/>
    <w:rsid w:val="00040EBF"/>
    <w:rsid w:val="000420AF"/>
    <w:rsid w:val="00064165"/>
    <w:rsid w:val="000675C7"/>
    <w:rsid w:val="000761DB"/>
    <w:rsid w:val="00090045"/>
    <w:rsid w:val="00095303"/>
    <w:rsid w:val="000A1DF0"/>
    <w:rsid w:val="000A5CA3"/>
    <w:rsid w:val="000B2964"/>
    <w:rsid w:val="000D0C02"/>
    <w:rsid w:val="000D2A27"/>
    <w:rsid w:val="000D4874"/>
    <w:rsid w:val="000E424C"/>
    <w:rsid w:val="000F2936"/>
    <w:rsid w:val="000F565C"/>
    <w:rsid w:val="000F67C4"/>
    <w:rsid w:val="001025BB"/>
    <w:rsid w:val="00105CBF"/>
    <w:rsid w:val="00106FCD"/>
    <w:rsid w:val="0010792E"/>
    <w:rsid w:val="001128F1"/>
    <w:rsid w:val="00122F20"/>
    <w:rsid w:val="001250CA"/>
    <w:rsid w:val="00137BD1"/>
    <w:rsid w:val="00145B48"/>
    <w:rsid w:val="00146786"/>
    <w:rsid w:val="00151656"/>
    <w:rsid w:val="001529E6"/>
    <w:rsid w:val="00156B0C"/>
    <w:rsid w:val="00166476"/>
    <w:rsid w:val="00166FB7"/>
    <w:rsid w:val="00171C51"/>
    <w:rsid w:val="00172006"/>
    <w:rsid w:val="001944F3"/>
    <w:rsid w:val="001B7003"/>
    <w:rsid w:val="001C39FF"/>
    <w:rsid w:val="001C511E"/>
    <w:rsid w:val="001D26E4"/>
    <w:rsid w:val="001E0780"/>
    <w:rsid w:val="001E1DA6"/>
    <w:rsid w:val="001E4153"/>
    <w:rsid w:val="001F3432"/>
    <w:rsid w:val="002046D3"/>
    <w:rsid w:val="00217C75"/>
    <w:rsid w:val="002245B4"/>
    <w:rsid w:val="00253494"/>
    <w:rsid w:val="00254A9B"/>
    <w:rsid w:val="00255FE8"/>
    <w:rsid w:val="00264FFA"/>
    <w:rsid w:val="00272508"/>
    <w:rsid w:val="002769DE"/>
    <w:rsid w:val="002819C3"/>
    <w:rsid w:val="00285D71"/>
    <w:rsid w:val="002A18A2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3122D"/>
    <w:rsid w:val="0033612F"/>
    <w:rsid w:val="00350ACA"/>
    <w:rsid w:val="003514C3"/>
    <w:rsid w:val="00351A03"/>
    <w:rsid w:val="00357C43"/>
    <w:rsid w:val="00364DEF"/>
    <w:rsid w:val="003741D7"/>
    <w:rsid w:val="00375A48"/>
    <w:rsid w:val="0038244F"/>
    <w:rsid w:val="0038276B"/>
    <w:rsid w:val="0038499F"/>
    <w:rsid w:val="00386685"/>
    <w:rsid w:val="003914C5"/>
    <w:rsid w:val="00392D5F"/>
    <w:rsid w:val="003A1BA5"/>
    <w:rsid w:val="003A3D14"/>
    <w:rsid w:val="003D61A2"/>
    <w:rsid w:val="003E0D26"/>
    <w:rsid w:val="003E378F"/>
    <w:rsid w:val="00407625"/>
    <w:rsid w:val="004176D4"/>
    <w:rsid w:val="00420F79"/>
    <w:rsid w:val="004333E8"/>
    <w:rsid w:val="0044187A"/>
    <w:rsid w:val="00446899"/>
    <w:rsid w:val="00447689"/>
    <w:rsid w:val="004578BF"/>
    <w:rsid w:val="0046235C"/>
    <w:rsid w:val="004629AD"/>
    <w:rsid w:val="004806AF"/>
    <w:rsid w:val="00486878"/>
    <w:rsid w:val="004876E6"/>
    <w:rsid w:val="004B62AB"/>
    <w:rsid w:val="004C28A0"/>
    <w:rsid w:val="004C4FDA"/>
    <w:rsid w:val="004C503A"/>
    <w:rsid w:val="004E057A"/>
    <w:rsid w:val="004E2322"/>
    <w:rsid w:val="004E2BD7"/>
    <w:rsid w:val="004E3AF9"/>
    <w:rsid w:val="00510191"/>
    <w:rsid w:val="00510DC1"/>
    <w:rsid w:val="00516842"/>
    <w:rsid w:val="005254BE"/>
    <w:rsid w:val="0055188C"/>
    <w:rsid w:val="00552DC0"/>
    <w:rsid w:val="0055550C"/>
    <w:rsid w:val="00563E60"/>
    <w:rsid w:val="00575B6B"/>
    <w:rsid w:val="0058597A"/>
    <w:rsid w:val="00592833"/>
    <w:rsid w:val="00594903"/>
    <w:rsid w:val="005A214B"/>
    <w:rsid w:val="005A3974"/>
    <w:rsid w:val="005A520F"/>
    <w:rsid w:val="005A5DC6"/>
    <w:rsid w:val="005A6A38"/>
    <w:rsid w:val="005A7C57"/>
    <w:rsid w:val="005B070A"/>
    <w:rsid w:val="005D364D"/>
    <w:rsid w:val="005E06F2"/>
    <w:rsid w:val="005E1468"/>
    <w:rsid w:val="005E188E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344C"/>
    <w:rsid w:val="00634A59"/>
    <w:rsid w:val="006446D6"/>
    <w:rsid w:val="00646C70"/>
    <w:rsid w:val="00656A7F"/>
    <w:rsid w:val="00656FEE"/>
    <w:rsid w:val="00667448"/>
    <w:rsid w:val="006866DF"/>
    <w:rsid w:val="00692205"/>
    <w:rsid w:val="006944D9"/>
    <w:rsid w:val="006A2FD7"/>
    <w:rsid w:val="006A7184"/>
    <w:rsid w:val="006B5F37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17A82"/>
    <w:rsid w:val="007247ED"/>
    <w:rsid w:val="00730E66"/>
    <w:rsid w:val="00737DE1"/>
    <w:rsid w:val="00744683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D4D4F"/>
    <w:rsid w:val="007E2B7F"/>
    <w:rsid w:val="007F3F54"/>
    <w:rsid w:val="007F43E0"/>
    <w:rsid w:val="007F733D"/>
    <w:rsid w:val="00801D78"/>
    <w:rsid w:val="008078CF"/>
    <w:rsid w:val="008171AF"/>
    <w:rsid w:val="0082367B"/>
    <w:rsid w:val="00824F53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64230"/>
    <w:rsid w:val="00871847"/>
    <w:rsid w:val="0088698F"/>
    <w:rsid w:val="00894ADF"/>
    <w:rsid w:val="008A662B"/>
    <w:rsid w:val="008A6F1F"/>
    <w:rsid w:val="008B3F72"/>
    <w:rsid w:val="008C3491"/>
    <w:rsid w:val="008C5079"/>
    <w:rsid w:val="008D2B30"/>
    <w:rsid w:val="008D3232"/>
    <w:rsid w:val="008D7633"/>
    <w:rsid w:val="008E3684"/>
    <w:rsid w:val="008F5464"/>
    <w:rsid w:val="009002B4"/>
    <w:rsid w:val="009022D0"/>
    <w:rsid w:val="0090583F"/>
    <w:rsid w:val="00910883"/>
    <w:rsid w:val="0092580A"/>
    <w:rsid w:val="00927C17"/>
    <w:rsid w:val="0093490C"/>
    <w:rsid w:val="0093664F"/>
    <w:rsid w:val="00943EB0"/>
    <w:rsid w:val="00945CA5"/>
    <w:rsid w:val="009553BC"/>
    <w:rsid w:val="009557EA"/>
    <w:rsid w:val="00963959"/>
    <w:rsid w:val="00963D60"/>
    <w:rsid w:val="0096585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9F69BC"/>
    <w:rsid w:val="00A12A8B"/>
    <w:rsid w:val="00A137A5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2816"/>
    <w:rsid w:val="00A47A47"/>
    <w:rsid w:val="00A643B2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B057B0"/>
    <w:rsid w:val="00B06EEB"/>
    <w:rsid w:val="00B11AB7"/>
    <w:rsid w:val="00B20FC9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3D60"/>
    <w:rsid w:val="00BD76B1"/>
    <w:rsid w:val="00BE62B4"/>
    <w:rsid w:val="00BE659F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94E17"/>
    <w:rsid w:val="00C96519"/>
    <w:rsid w:val="00CA66F5"/>
    <w:rsid w:val="00CA6BD1"/>
    <w:rsid w:val="00CC07E8"/>
    <w:rsid w:val="00CC1ED7"/>
    <w:rsid w:val="00CD45F8"/>
    <w:rsid w:val="00CE16F1"/>
    <w:rsid w:val="00CE3AF1"/>
    <w:rsid w:val="00CE453C"/>
    <w:rsid w:val="00CE5038"/>
    <w:rsid w:val="00CE5448"/>
    <w:rsid w:val="00CE5488"/>
    <w:rsid w:val="00CE63E0"/>
    <w:rsid w:val="00CF6534"/>
    <w:rsid w:val="00CF72EF"/>
    <w:rsid w:val="00CF7462"/>
    <w:rsid w:val="00D04FE4"/>
    <w:rsid w:val="00D12588"/>
    <w:rsid w:val="00D30489"/>
    <w:rsid w:val="00D313A4"/>
    <w:rsid w:val="00D32108"/>
    <w:rsid w:val="00D45693"/>
    <w:rsid w:val="00D47D4E"/>
    <w:rsid w:val="00D50335"/>
    <w:rsid w:val="00D551E4"/>
    <w:rsid w:val="00D55DC3"/>
    <w:rsid w:val="00D57457"/>
    <w:rsid w:val="00D64F60"/>
    <w:rsid w:val="00D71AC9"/>
    <w:rsid w:val="00D95E97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4293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6B57"/>
    <w:rsid w:val="00E43902"/>
    <w:rsid w:val="00E6313B"/>
    <w:rsid w:val="00E64F56"/>
    <w:rsid w:val="00E66783"/>
    <w:rsid w:val="00E76C0B"/>
    <w:rsid w:val="00E76D9B"/>
    <w:rsid w:val="00E77789"/>
    <w:rsid w:val="00E80515"/>
    <w:rsid w:val="00E954AC"/>
    <w:rsid w:val="00EA2678"/>
    <w:rsid w:val="00EA2954"/>
    <w:rsid w:val="00EA6405"/>
    <w:rsid w:val="00EB511E"/>
    <w:rsid w:val="00EB632F"/>
    <w:rsid w:val="00EC07FA"/>
    <w:rsid w:val="00EC1396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66592"/>
    <w:rsid w:val="00F71E39"/>
    <w:rsid w:val="00F73478"/>
    <w:rsid w:val="00F73B86"/>
    <w:rsid w:val="00F82E34"/>
    <w:rsid w:val="00F84C8D"/>
    <w:rsid w:val="00F906A8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7AD2"/>
    <w:rsid w:val="00FF051D"/>
    <w:rsid w:val="00FF7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59C96B2"/>
  <w15:docId w15:val="{4E435CF9-6503-4670-A1C1-F99AE821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Formatvorlage1">
    <w:name w:val="Formatvorlage1"/>
    <w:basedOn w:val="Standard"/>
    <w:rsid w:val="00516842"/>
    <w:pPr>
      <w:tabs>
        <w:tab w:val="num" w:pos="794"/>
      </w:tabs>
      <w:ind w:left="794" w:hanging="357"/>
    </w:pPr>
    <w:rPr>
      <w:sz w:val="22"/>
    </w:rPr>
  </w:style>
  <w:style w:type="paragraph" w:customStyle="1" w:styleId="Default">
    <w:name w:val="Default"/>
    <w:rsid w:val="004C28A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berschrift4Zchn">
    <w:name w:val="Überschrift 4 Zchn"/>
    <w:basedOn w:val="Absatz-Standardschriftart"/>
    <w:link w:val="berschrift4"/>
    <w:rsid w:val="00106FCD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85341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8888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9657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83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251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6337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3669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8298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217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16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47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017520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4906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5580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295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50279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3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0018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862CF-7A94-443E-87EB-9ABC05161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615</Words>
  <Characters>3876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4483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2018-10-05T12:07:00Z</dcterms:created>
  <dcterms:modified xsi:type="dcterms:W3CDTF">2018-10-05T12:18:00Z</dcterms:modified>
</cp:coreProperties>
</file>